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34AA8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02B3E966" w14:textId="77777777" w:rsidR="003B3BC8" w:rsidRPr="00F10799" w:rsidRDefault="003B3BC8" w:rsidP="003B3BC8">
      <w:pPr>
        <w:rPr>
          <w:sz w:val="20"/>
          <w:szCs w:val="20"/>
        </w:rPr>
      </w:pPr>
    </w:p>
    <w:p w14:paraId="4B0DA3C7" w14:textId="77777777" w:rsidR="003B3BC8" w:rsidRPr="003B3BC8" w:rsidRDefault="00A22B32" w:rsidP="00F90F95">
      <w:pPr>
        <w:pStyle w:val="Heading1"/>
      </w:pPr>
      <w:r>
        <w:t xml:space="preserve">EMPLOYEE LEAVE APPLICATION </w:t>
      </w:r>
      <w:r w:rsidR="00A13D5F">
        <w:t>FORM</w:t>
      </w:r>
    </w:p>
    <w:p w14:paraId="6550EC33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72"/>
        <w:gridCol w:w="6698"/>
      </w:tblGrid>
      <w:tr w:rsidR="00A22B32" w14:paraId="1CBD204F" w14:textId="77777777" w:rsidTr="00045FEC">
        <w:trPr>
          <w:trHeight w:val="467"/>
        </w:trPr>
        <w:tc>
          <w:tcPr>
            <w:tcW w:w="1985" w:type="dxa"/>
            <w:shd w:val="clear" w:color="auto" w:fill="D9D9D9" w:themeFill="background1" w:themeFillShade="D9"/>
          </w:tcPr>
          <w:p w14:paraId="6C824860" w14:textId="77777777" w:rsidR="00A22B32" w:rsidRPr="00A22B32" w:rsidRDefault="00A22B32" w:rsidP="00E63952">
            <w:pPr>
              <w:rPr>
                <w:b/>
              </w:rPr>
            </w:pPr>
            <w:r w:rsidRPr="00A22B32">
              <w:rPr>
                <w:b/>
              </w:rPr>
              <w:t>Employee name</w:t>
            </w:r>
            <w:r>
              <w:rPr>
                <w:b/>
              </w:rPr>
              <w:t>:</w:t>
            </w:r>
          </w:p>
        </w:tc>
        <w:tc>
          <w:tcPr>
            <w:tcW w:w="6804" w:type="dxa"/>
          </w:tcPr>
          <w:p w14:paraId="5D1F81A3" w14:textId="77777777" w:rsidR="00A22B32" w:rsidRDefault="00A22B32" w:rsidP="00A22B32">
            <w:pPr>
              <w:spacing w:line="360" w:lineRule="auto"/>
            </w:pPr>
          </w:p>
        </w:tc>
      </w:tr>
    </w:tbl>
    <w:p w14:paraId="1E8D453A" w14:textId="77777777" w:rsidR="0062471B" w:rsidRDefault="0062471B" w:rsidP="00E63952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2835"/>
        <w:gridCol w:w="1843"/>
        <w:gridCol w:w="2160"/>
        <w:gridCol w:w="1951"/>
      </w:tblGrid>
      <w:tr w:rsidR="004B4972" w:rsidRPr="004B2ED5" w14:paraId="10235F58" w14:textId="77777777" w:rsidTr="00045FEC">
        <w:tc>
          <w:tcPr>
            <w:tcW w:w="2835" w:type="dxa"/>
            <w:shd w:val="clear" w:color="auto" w:fill="D9D9D9" w:themeFill="background1" w:themeFillShade="D9"/>
          </w:tcPr>
          <w:p w14:paraId="2CA58356" w14:textId="77777777" w:rsidR="004B4972" w:rsidRPr="00C55E2D" w:rsidRDefault="004B4972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Leave type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4AC35BC" w14:textId="77777777" w:rsidR="00DD0455" w:rsidRDefault="00DD0455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From </w:t>
            </w:r>
          </w:p>
          <w:p w14:paraId="3D964FAE" w14:textId="77777777" w:rsidR="004B4972" w:rsidRDefault="00DD0455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(inclusive)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4A7B8CA5" w14:textId="77777777" w:rsidR="00DD0455" w:rsidRDefault="00DD0455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To  </w:t>
            </w:r>
          </w:p>
          <w:p w14:paraId="00CF65E5" w14:textId="77777777" w:rsidR="004B4972" w:rsidRDefault="00DD0455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(inclusive)</w:t>
            </w:r>
          </w:p>
        </w:tc>
        <w:tc>
          <w:tcPr>
            <w:tcW w:w="1951" w:type="dxa"/>
            <w:shd w:val="clear" w:color="auto" w:fill="D9D9D9" w:themeFill="background1" w:themeFillShade="D9"/>
          </w:tcPr>
          <w:p w14:paraId="2F84AE67" w14:textId="77777777" w:rsidR="004B4972" w:rsidRPr="00C55E2D" w:rsidRDefault="00DD0455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Hours/ days</w:t>
            </w:r>
          </w:p>
        </w:tc>
      </w:tr>
      <w:tr w:rsidR="004B4972" w14:paraId="56F23F1F" w14:textId="77777777" w:rsidTr="006B1A7F">
        <w:trPr>
          <w:trHeight w:val="331"/>
        </w:trPr>
        <w:tc>
          <w:tcPr>
            <w:tcW w:w="2835" w:type="dxa"/>
            <w:shd w:val="clear" w:color="auto" w:fill="D9D9D9" w:themeFill="background1" w:themeFillShade="D9"/>
          </w:tcPr>
          <w:p w14:paraId="380D5B3E" w14:textId="77777777" w:rsidR="006B1A7F" w:rsidRPr="00045FEC" w:rsidRDefault="004B4972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Recreation</w:t>
            </w:r>
          </w:p>
        </w:tc>
        <w:tc>
          <w:tcPr>
            <w:tcW w:w="1843" w:type="dxa"/>
          </w:tcPr>
          <w:p w14:paraId="7372386B" w14:textId="77777777" w:rsidR="004B4972" w:rsidRPr="00E70B93" w:rsidRDefault="004B4972" w:rsidP="006B1A7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7FEB4FC3" w14:textId="77777777" w:rsidR="004B4972" w:rsidRPr="00E70B93" w:rsidRDefault="004B4972" w:rsidP="006B1A7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1" w:type="dxa"/>
          </w:tcPr>
          <w:p w14:paraId="015FE574" w14:textId="77777777" w:rsidR="004B4972" w:rsidRDefault="004B4972" w:rsidP="006B1A7F">
            <w:pPr>
              <w:spacing w:line="276" w:lineRule="auto"/>
              <w:jc w:val="center"/>
            </w:pPr>
          </w:p>
        </w:tc>
      </w:tr>
      <w:tr w:rsidR="004B4972" w14:paraId="159129A9" w14:textId="77777777" w:rsidTr="006B1A7F">
        <w:trPr>
          <w:trHeight w:val="422"/>
        </w:trPr>
        <w:tc>
          <w:tcPr>
            <w:tcW w:w="2835" w:type="dxa"/>
            <w:shd w:val="clear" w:color="auto" w:fill="D9D9D9" w:themeFill="background1" w:themeFillShade="D9"/>
          </w:tcPr>
          <w:p w14:paraId="266C7A02" w14:textId="77777777" w:rsidR="004B4972" w:rsidRPr="00045FEC" w:rsidRDefault="00FB05B2" w:rsidP="006B1A7F">
            <w:pPr>
              <w:spacing w:line="276" w:lineRule="auto"/>
              <w:rPr>
                <w:b/>
              </w:rPr>
            </w:pPr>
            <w:r w:rsidRPr="00045FEC">
              <w:rPr>
                <w:b/>
              </w:rPr>
              <w:t xml:space="preserve">Sick </w:t>
            </w:r>
          </w:p>
        </w:tc>
        <w:tc>
          <w:tcPr>
            <w:tcW w:w="1843" w:type="dxa"/>
          </w:tcPr>
          <w:p w14:paraId="2A915354" w14:textId="77777777" w:rsidR="004B4972" w:rsidRDefault="004B4972" w:rsidP="006B1A7F">
            <w:pPr>
              <w:spacing w:line="276" w:lineRule="auto"/>
            </w:pPr>
          </w:p>
        </w:tc>
        <w:tc>
          <w:tcPr>
            <w:tcW w:w="2160" w:type="dxa"/>
          </w:tcPr>
          <w:p w14:paraId="243684A0" w14:textId="77777777" w:rsidR="004B4972" w:rsidRDefault="004B4972" w:rsidP="006B1A7F">
            <w:pPr>
              <w:spacing w:line="276" w:lineRule="auto"/>
            </w:pPr>
          </w:p>
        </w:tc>
        <w:tc>
          <w:tcPr>
            <w:tcW w:w="1951" w:type="dxa"/>
          </w:tcPr>
          <w:p w14:paraId="5A8AB010" w14:textId="77777777" w:rsidR="004B4972" w:rsidRDefault="004B4972" w:rsidP="006B1A7F">
            <w:pPr>
              <w:spacing w:line="276" w:lineRule="auto"/>
            </w:pPr>
          </w:p>
        </w:tc>
      </w:tr>
      <w:tr w:rsidR="004B4972" w14:paraId="0C9737FD" w14:textId="77777777" w:rsidTr="00045FEC">
        <w:trPr>
          <w:trHeight w:val="431"/>
        </w:trPr>
        <w:tc>
          <w:tcPr>
            <w:tcW w:w="2835" w:type="dxa"/>
            <w:shd w:val="clear" w:color="auto" w:fill="D9D9D9" w:themeFill="background1" w:themeFillShade="D9"/>
          </w:tcPr>
          <w:p w14:paraId="7CF7F5AF" w14:textId="77777777" w:rsidR="004B4972" w:rsidRPr="00045FEC" w:rsidRDefault="00FB05B2" w:rsidP="006B1A7F">
            <w:pPr>
              <w:spacing w:line="276" w:lineRule="auto"/>
              <w:rPr>
                <w:b/>
              </w:rPr>
            </w:pPr>
            <w:proofErr w:type="spellStart"/>
            <w:r w:rsidRPr="00045FEC">
              <w:rPr>
                <w:b/>
              </w:rPr>
              <w:t>Carers</w:t>
            </w:r>
            <w:proofErr w:type="spellEnd"/>
            <w:r w:rsidRPr="00045FEC">
              <w:rPr>
                <w:b/>
              </w:rPr>
              <w:t xml:space="preserve"> / Compassionate</w:t>
            </w:r>
          </w:p>
        </w:tc>
        <w:tc>
          <w:tcPr>
            <w:tcW w:w="1843" w:type="dxa"/>
          </w:tcPr>
          <w:p w14:paraId="4F992ABE" w14:textId="77777777" w:rsidR="004B4972" w:rsidRDefault="004B4972" w:rsidP="006B1A7F">
            <w:pPr>
              <w:spacing w:line="276" w:lineRule="auto"/>
            </w:pPr>
          </w:p>
        </w:tc>
        <w:tc>
          <w:tcPr>
            <w:tcW w:w="2160" w:type="dxa"/>
          </w:tcPr>
          <w:p w14:paraId="420991B7" w14:textId="77777777" w:rsidR="004B4972" w:rsidRDefault="004B4972" w:rsidP="006B1A7F">
            <w:pPr>
              <w:spacing w:line="276" w:lineRule="auto"/>
            </w:pPr>
          </w:p>
        </w:tc>
        <w:tc>
          <w:tcPr>
            <w:tcW w:w="1951" w:type="dxa"/>
          </w:tcPr>
          <w:p w14:paraId="0427F965" w14:textId="77777777" w:rsidR="004B4972" w:rsidRDefault="004B4972" w:rsidP="006B1A7F">
            <w:pPr>
              <w:spacing w:line="276" w:lineRule="auto"/>
            </w:pPr>
          </w:p>
        </w:tc>
      </w:tr>
      <w:tr w:rsidR="004B4972" w14:paraId="3C9737D7" w14:textId="77777777" w:rsidTr="006B1A7F">
        <w:trPr>
          <w:trHeight w:val="390"/>
        </w:trPr>
        <w:tc>
          <w:tcPr>
            <w:tcW w:w="2835" w:type="dxa"/>
            <w:shd w:val="clear" w:color="auto" w:fill="D9D9D9" w:themeFill="background1" w:themeFillShade="D9"/>
          </w:tcPr>
          <w:p w14:paraId="204BA367" w14:textId="77777777" w:rsidR="004B4972" w:rsidRPr="00045FEC" w:rsidRDefault="00FB05B2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Study</w:t>
            </w:r>
          </w:p>
        </w:tc>
        <w:tc>
          <w:tcPr>
            <w:tcW w:w="1843" w:type="dxa"/>
          </w:tcPr>
          <w:p w14:paraId="10C86CA1" w14:textId="77777777" w:rsidR="004B4972" w:rsidRDefault="004B4972" w:rsidP="006B1A7F">
            <w:pPr>
              <w:spacing w:line="276" w:lineRule="auto"/>
            </w:pPr>
          </w:p>
        </w:tc>
        <w:tc>
          <w:tcPr>
            <w:tcW w:w="2160" w:type="dxa"/>
          </w:tcPr>
          <w:p w14:paraId="73FC1787" w14:textId="77777777" w:rsidR="004B4972" w:rsidRDefault="004B4972" w:rsidP="006B1A7F">
            <w:pPr>
              <w:spacing w:line="276" w:lineRule="auto"/>
            </w:pPr>
          </w:p>
        </w:tc>
        <w:tc>
          <w:tcPr>
            <w:tcW w:w="1951" w:type="dxa"/>
          </w:tcPr>
          <w:p w14:paraId="291F9B58" w14:textId="77777777" w:rsidR="004B4972" w:rsidRDefault="004B4972" w:rsidP="006B1A7F">
            <w:pPr>
              <w:spacing w:line="276" w:lineRule="auto"/>
            </w:pPr>
          </w:p>
        </w:tc>
      </w:tr>
      <w:tr w:rsidR="004B4972" w14:paraId="16A031E3" w14:textId="77777777" w:rsidTr="006B1A7F">
        <w:trPr>
          <w:trHeight w:val="410"/>
        </w:trPr>
        <w:tc>
          <w:tcPr>
            <w:tcW w:w="2835" w:type="dxa"/>
            <w:shd w:val="clear" w:color="auto" w:fill="D9D9D9" w:themeFill="background1" w:themeFillShade="D9"/>
          </w:tcPr>
          <w:p w14:paraId="104607C7" w14:textId="77777777" w:rsidR="004B4972" w:rsidRPr="00045FEC" w:rsidRDefault="00FB05B2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Parental - Paid</w:t>
            </w:r>
          </w:p>
        </w:tc>
        <w:tc>
          <w:tcPr>
            <w:tcW w:w="1843" w:type="dxa"/>
          </w:tcPr>
          <w:p w14:paraId="69A51A82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2160" w:type="dxa"/>
          </w:tcPr>
          <w:p w14:paraId="7DF6D66C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1951" w:type="dxa"/>
          </w:tcPr>
          <w:p w14:paraId="018CEE57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</w:tr>
      <w:tr w:rsidR="004B4972" w14:paraId="36529F92" w14:textId="77777777" w:rsidTr="006B1A7F">
        <w:trPr>
          <w:trHeight w:val="415"/>
        </w:trPr>
        <w:tc>
          <w:tcPr>
            <w:tcW w:w="2835" w:type="dxa"/>
            <w:shd w:val="clear" w:color="auto" w:fill="D9D9D9" w:themeFill="background1" w:themeFillShade="D9"/>
          </w:tcPr>
          <w:p w14:paraId="1AA68060" w14:textId="77777777" w:rsidR="004B4972" w:rsidRPr="00045FEC" w:rsidRDefault="00DD0455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Parental - Unpaid</w:t>
            </w:r>
          </w:p>
        </w:tc>
        <w:tc>
          <w:tcPr>
            <w:tcW w:w="1843" w:type="dxa"/>
          </w:tcPr>
          <w:p w14:paraId="0097969E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2160" w:type="dxa"/>
          </w:tcPr>
          <w:p w14:paraId="5279DBEA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1951" w:type="dxa"/>
          </w:tcPr>
          <w:p w14:paraId="27F67E28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</w:tr>
      <w:tr w:rsidR="004B4972" w14:paraId="1E1C8576" w14:textId="77777777" w:rsidTr="006B1A7F">
        <w:trPr>
          <w:trHeight w:val="421"/>
        </w:trPr>
        <w:tc>
          <w:tcPr>
            <w:tcW w:w="2835" w:type="dxa"/>
            <w:shd w:val="clear" w:color="auto" w:fill="D9D9D9" w:themeFill="background1" w:themeFillShade="D9"/>
          </w:tcPr>
          <w:p w14:paraId="1AC0721E" w14:textId="77777777" w:rsidR="00DD0455" w:rsidRPr="00045FEC" w:rsidRDefault="00DD0455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Long Service</w:t>
            </w:r>
          </w:p>
        </w:tc>
        <w:tc>
          <w:tcPr>
            <w:tcW w:w="1843" w:type="dxa"/>
          </w:tcPr>
          <w:p w14:paraId="63E6A6B6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2160" w:type="dxa"/>
          </w:tcPr>
          <w:p w14:paraId="22968EB4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1951" w:type="dxa"/>
          </w:tcPr>
          <w:p w14:paraId="04ED492A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</w:tr>
      <w:tr w:rsidR="004B4972" w14:paraId="7577FCE6" w14:textId="77777777" w:rsidTr="006B1A7F">
        <w:trPr>
          <w:trHeight w:val="414"/>
        </w:trPr>
        <w:tc>
          <w:tcPr>
            <w:tcW w:w="2835" w:type="dxa"/>
            <w:shd w:val="clear" w:color="auto" w:fill="D9D9D9" w:themeFill="background1" w:themeFillShade="D9"/>
          </w:tcPr>
          <w:p w14:paraId="4738B1FE" w14:textId="77777777" w:rsidR="00DD0455" w:rsidRPr="00045FEC" w:rsidRDefault="00FB05B2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Community Service</w:t>
            </w:r>
          </w:p>
        </w:tc>
        <w:tc>
          <w:tcPr>
            <w:tcW w:w="1843" w:type="dxa"/>
          </w:tcPr>
          <w:p w14:paraId="65114AF7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2160" w:type="dxa"/>
          </w:tcPr>
          <w:p w14:paraId="6375E2EF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1951" w:type="dxa"/>
          </w:tcPr>
          <w:p w14:paraId="3C8FD8AB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</w:tr>
      <w:tr w:rsidR="004B4972" w14:paraId="689DC616" w14:textId="77777777" w:rsidTr="00045FEC">
        <w:trPr>
          <w:trHeight w:val="457"/>
        </w:trPr>
        <w:tc>
          <w:tcPr>
            <w:tcW w:w="2835" w:type="dxa"/>
            <w:shd w:val="clear" w:color="auto" w:fill="D9D9D9" w:themeFill="background1" w:themeFillShade="D9"/>
          </w:tcPr>
          <w:p w14:paraId="172DE929" w14:textId="77777777" w:rsidR="004B4972" w:rsidRPr="00045FEC" w:rsidRDefault="00DD0455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[insert other type of leave]</w:t>
            </w:r>
          </w:p>
        </w:tc>
        <w:tc>
          <w:tcPr>
            <w:tcW w:w="1843" w:type="dxa"/>
          </w:tcPr>
          <w:p w14:paraId="5756890F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2160" w:type="dxa"/>
          </w:tcPr>
          <w:p w14:paraId="2DD4E303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1951" w:type="dxa"/>
          </w:tcPr>
          <w:p w14:paraId="5B15A668" w14:textId="77777777"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</w:tr>
    </w:tbl>
    <w:p w14:paraId="07C51FD3" w14:textId="77777777" w:rsidR="00AF1AFF" w:rsidRDefault="00AF1AFF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2805"/>
        <w:gridCol w:w="3066"/>
        <w:gridCol w:w="1125"/>
        <w:gridCol w:w="1674"/>
      </w:tblGrid>
      <w:tr w:rsidR="006B1A7F" w:rsidRPr="00E97642" w14:paraId="190F8E3B" w14:textId="77777777" w:rsidTr="005A6FC1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14:paraId="30628F5C" w14:textId="77777777" w:rsidR="00045FEC" w:rsidRPr="00E97642" w:rsidRDefault="00DE2F83" w:rsidP="00DE2F83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Employee signature </w:t>
            </w:r>
          </w:p>
        </w:tc>
        <w:tc>
          <w:tcPr>
            <w:tcW w:w="3119" w:type="dxa"/>
          </w:tcPr>
          <w:p w14:paraId="50228E9E" w14:textId="77777777" w:rsidR="00045FEC" w:rsidRPr="00E97642" w:rsidRDefault="00045FEC" w:rsidP="005343C8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8C62734" w14:textId="77777777" w:rsidR="00045FEC" w:rsidRPr="00045FEC" w:rsidRDefault="00DE2F83" w:rsidP="005343C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701" w:type="dxa"/>
          </w:tcPr>
          <w:p w14:paraId="44DACDA2" w14:textId="77777777" w:rsidR="00045FEC" w:rsidRPr="00E97642" w:rsidRDefault="00045FEC" w:rsidP="005343C8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04D020C3" w14:textId="77777777" w:rsidR="00045FEC" w:rsidRDefault="00045FEC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2808"/>
        <w:gridCol w:w="3064"/>
        <w:gridCol w:w="1125"/>
        <w:gridCol w:w="1673"/>
      </w:tblGrid>
      <w:tr w:rsidR="00077583" w:rsidRPr="00E97642" w14:paraId="03D4950A" w14:textId="77777777" w:rsidTr="00077583">
        <w:trPr>
          <w:trHeight w:val="451"/>
        </w:trPr>
        <w:tc>
          <w:tcPr>
            <w:tcW w:w="8789" w:type="dxa"/>
            <w:gridSpan w:val="4"/>
            <w:shd w:val="clear" w:color="auto" w:fill="000000" w:themeFill="text1"/>
          </w:tcPr>
          <w:p w14:paraId="3F859C93" w14:textId="77777777" w:rsidR="00077583" w:rsidRPr="00077583" w:rsidRDefault="00077583" w:rsidP="006B1A7F">
            <w:pPr>
              <w:tabs>
                <w:tab w:val="left" w:pos="960"/>
              </w:tabs>
              <w:rPr>
                <w:b/>
              </w:rPr>
            </w:pPr>
            <w:r w:rsidRPr="00077583">
              <w:rPr>
                <w:b/>
              </w:rPr>
              <w:t>Approved by supervisor</w:t>
            </w:r>
          </w:p>
        </w:tc>
      </w:tr>
      <w:tr w:rsidR="00E97642" w:rsidRPr="00E97642" w14:paraId="20C702E7" w14:textId="77777777" w:rsidTr="00EC79DB">
        <w:trPr>
          <w:trHeight w:val="451"/>
        </w:trPr>
        <w:tc>
          <w:tcPr>
            <w:tcW w:w="2835" w:type="dxa"/>
            <w:shd w:val="clear" w:color="auto" w:fill="D9D9D9" w:themeFill="background1" w:themeFillShade="D9"/>
          </w:tcPr>
          <w:p w14:paraId="0D6647C0" w14:textId="77777777" w:rsidR="00E97642" w:rsidRPr="00E97642" w:rsidRDefault="00DE2F83" w:rsidP="006B1A7F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Supervisor’s name </w:t>
            </w:r>
          </w:p>
        </w:tc>
        <w:tc>
          <w:tcPr>
            <w:tcW w:w="5954" w:type="dxa"/>
            <w:gridSpan w:val="3"/>
          </w:tcPr>
          <w:p w14:paraId="27DB3D2F" w14:textId="77777777" w:rsidR="00E97642" w:rsidRPr="00E97642" w:rsidRDefault="00E97642" w:rsidP="006B1A7F">
            <w:pPr>
              <w:tabs>
                <w:tab w:val="left" w:pos="960"/>
              </w:tabs>
            </w:pPr>
          </w:p>
        </w:tc>
      </w:tr>
      <w:tr w:rsidR="00E97642" w:rsidRPr="00E97642" w14:paraId="07FB435E" w14:textId="77777777" w:rsidTr="00EC79DB">
        <w:trPr>
          <w:trHeight w:val="415"/>
        </w:trPr>
        <w:tc>
          <w:tcPr>
            <w:tcW w:w="2835" w:type="dxa"/>
            <w:shd w:val="clear" w:color="auto" w:fill="D9D9D9" w:themeFill="background1" w:themeFillShade="D9"/>
          </w:tcPr>
          <w:p w14:paraId="0DC70EB2" w14:textId="77777777" w:rsidR="00E97642" w:rsidRPr="00E97642" w:rsidRDefault="00DE2F83" w:rsidP="006B1A7F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Position </w:t>
            </w:r>
          </w:p>
        </w:tc>
        <w:tc>
          <w:tcPr>
            <w:tcW w:w="5954" w:type="dxa"/>
            <w:gridSpan w:val="3"/>
          </w:tcPr>
          <w:p w14:paraId="288B6DAD" w14:textId="77777777" w:rsidR="00E97642" w:rsidRPr="00E97642" w:rsidRDefault="00E97642" w:rsidP="006B1A7F">
            <w:pPr>
              <w:tabs>
                <w:tab w:val="left" w:pos="960"/>
              </w:tabs>
            </w:pPr>
          </w:p>
        </w:tc>
      </w:tr>
      <w:tr w:rsidR="00DE2F83" w:rsidRPr="00E97642" w14:paraId="2DFA004F" w14:textId="77777777" w:rsidTr="00EC79DB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14:paraId="4D54257E" w14:textId="77777777" w:rsidR="00DE2F83" w:rsidRPr="00E97642" w:rsidRDefault="00DE2F83" w:rsidP="00E97642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3119" w:type="dxa"/>
          </w:tcPr>
          <w:p w14:paraId="302F4364" w14:textId="77777777" w:rsidR="00DE2F83" w:rsidRPr="00E97642" w:rsidRDefault="00DE2F83" w:rsidP="00E97642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0392D65" w14:textId="77777777" w:rsidR="00DE2F83" w:rsidRPr="00DE2F83" w:rsidRDefault="00DE2F83" w:rsidP="00E97642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DE2F83">
              <w:rPr>
                <w:b/>
              </w:rPr>
              <w:t>Date</w:t>
            </w:r>
          </w:p>
        </w:tc>
        <w:tc>
          <w:tcPr>
            <w:tcW w:w="1701" w:type="dxa"/>
          </w:tcPr>
          <w:p w14:paraId="4C8F3BE8" w14:textId="77777777" w:rsidR="00DE2F83" w:rsidRPr="00E97642" w:rsidRDefault="00DE2F83" w:rsidP="00E97642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6AEAA60C" w14:textId="77777777" w:rsidR="00E97642" w:rsidRDefault="00E97642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661"/>
        <w:gridCol w:w="2760"/>
        <w:gridCol w:w="273"/>
        <w:gridCol w:w="331"/>
        <w:gridCol w:w="872"/>
        <w:gridCol w:w="2773"/>
      </w:tblGrid>
      <w:tr w:rsidR="00077583" w:rsidRPr="00E97642" w14:paraId="26E322AF" w14:textId="77777777" w:rsidTr="00077583">
        <w:trPr>
          <w:trHeight w:val="411"/>
        </w:trPr>
        <w:tc>
          <w:tcPr>
            <w:tcW w:w="8896" w:type="dxa"/>
            <w:gridSpan w:val="6"/>
            <w:shd w:val="clear" w:color="auto" w:fill="000000" w:themeFill="text1"/>
          </w:tcPr>
          <w:p w14:paraId="46F101E9" w14:textId="77777777" w:rsidR="00077583" w:rsidRPr="00077583" w:rsidRDefault="00077583" w:rsidP="00EC79DB">
            <w:pPr>
              <w:tabs>
                <w:tab w:val="left" w:pos="960"/>
              </w:tabs>
              <w:rPr>
                <w:b/>
              </w:rPr>
            </w:pPr>
            <w:r w:rsidRPr="00077583">
              <w:rPr>
                <w:b/>
              </w:rPr>
              <w:t>Administration officer use only</w:t>
            </w:r>
          </w:p>
        </w:tc>
      </w:tr>
      <w:tr w:rsidR="00EC79DB" w:rsidRPr="00E97642" w14:paraId="5D2B9D32" w14:textId="77777777" w:rsidTr="00077583">
        <w:trPr>
          <w:trHeight w:val="411"/>
        </w:trPr>
        <w:tc>
          <w:tcPr>
            <w:tcW w:w="168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2B661A6" w14:textId="77777777" w:rsidR="00EC79DB" w:rsidRPr="00E97642" w:rsidRDefault="00EC79DB" w:rsidP="00077583">
            <w:pPr>
              <w:tabs>
                <w:tab w:val="left" w:pos="960"/>
              </w:tabs>
              <w:jc w:val="left"/>
              <w:rPr>
                <w:b/>
              </w:rPr>
            </w:pPr>
            <w:r>
              <w:rPr>
                <w:b/>
              </w:rPr>
              <w:t xml:space="preserve">Applied to fortnightly pay </w:t>
            </w:r>
          </w:p>
        </w:tc>
        <w:tc>
          <w:tcPr>
            <w:tcW w:w="2862" w:type="dxa"/>
            <w:tcBorders>
              <w:left w:val="single" w:sz="2" w:space="0" w:color="auto"/>
            </w:tcBorders>
          </w:tcPr>
          <w:p w14:paraId="59CD017C" w14:textId="77777777" w:rsidR="00EC79DB" w:rsidRPr="00E97642" w:rsidRDefault="00EC79DB" w:rsidP="00EC79DB">
            <w:pPr>
              <w:tabs>
                <w:tab w:val="left" w:pos="960"/>
              </w:tabs>
            </w:pPr>
          </w:p>
        </w:tc>
        <w:tc>
          <w:tcPr>
            <w:tcW w:w="604" w:type="dxa"/>
            <w:gridSpan w:val="2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8BEC658" w14:textId="77777777" w:rsidR="00EC79DB" w:rsidRPr="00EC79DB" w:rsidRDefault="00EC79DB" w:rsidP="00EC79DB">
            <w:pPr>
              <w:tabs>
                <w:tab w:val="left" w:pos="960"/>
              </w:tabs>
              <w:rPr>
                <w:b/>
              </w:rPr>
            </w:pPr>
            <w:r w:rsidRPr="00EC79DB">
              <w:rPr>
                <w:b/>
              </w:rPr>
              <w:t>To</w:t>
            </w:r>
          </w:p>
        </w:tc>
        <w:tc>
          <w:tcPr>
            <w:tcW w:w="3750" w:type="dxa"/>
            <w:gridSpan w:val="2"/>
            <w:tcBorders>
              <w:left w:val="single" w:sz="2" w:space="0" w:color="auto"/>
            </w:tcBorders>
          </w:tcPr>
          <w:p w14:paraId="39CBDEB5" w14:textId="77777777" w:rsidR="00EC79DB" w:rsidRPr="00E97642" w:rsidRDefault="00EC79DB" w:rsidP="00EC79DB">
            <w:pPr>
              <w:tabs>
                <w:tab w:val="left" w:pos="960"/>
              </w:tabs>
            </w:pPr>
          </w:p>
        </w:tc>
      </w:tr>
      <w:tr w:rsidR="006B1A7F" w:rsidRPr="00E97642" w14:paraId="7D741327" w14:textId="77777777" w:rsidTr="008357A5">
        <w:trPr>
          <w:trHeight w:val="537"/>
        </w:trPr>
        <w:tc>
          <w:tcPr>
            <w:tcW w:w="168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D3A6007" w14:textId="77777777" w:rsidR="006B1A7F" w:rsidRPr="00E97642" w:rsidRDefault="00EC79DB" w:rsidP="00EC79DB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Processed on</w:t>
            </w:r>
          </w:p>
        </w:tc>
        <w:tc>
          <w:tcPr>
            <w:tcW w:w="7216" w:type="dxa"/>
            <w:gridSpan w:val="5"/>
            <w:tcBorders>
              <w:left w:val="single" w:sz="2" w:space="0" w:color="auto"/>
            </w:tcBorders>
          </w:tcPr>
          <w:p w14:paraId="7382D6B7" w14:textId="77777777" w:rsidR="006B1A7F" w:rsidRPr="00E97642" w:rsidRDefault="006B1A7F" w:rsidP="00EC79DB">
            <w:pPr>
              <w:tabs>
                <w:tab w:val="left" w:pos="960"/>
              </w:tabs>
            </w:pPr>
          </w:p>
        </w:tc>
      </w:tr>
      <w:tr w:rsidR="00077583" w:rsidRPr="00E97642" w14:paraId="7FB113F6" w14:textId="77777777" w:rsidTr="008357A5">
        <w:trPr>
          <w:trHeight w:val="545"/>
        </w:trPr>
        <w:tc>
          <w:tcPr>
            <w:tcW w:w="168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90FB5ED" w14:textId="77777777" w:rsidR="006B1A7F" w:rsidRPr="00E97642" w:rsidRDefault="00EC79DB" w:rsidP="00EC79DB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3135" w:type="dxa"/>
            <w:gridSpan w:val="2"/>
            <w:tcBorders>
              <w:left w:val="single" w:sz="2" w:space="0" w:color="auto"/>
            </w:tcBorders>
          </w:tcPr>
          <w:p w14:paraId="1AC3418E" w14:textId="77777777" w:rsidR="006B1A7F" w:rsidRPr="00E97642" w:rsidRDefault="006B1A7F" w:rsidP="00EC79DB">
            <w:pPr>
              <w:tabs>
                <w:tab w:val="left" w:pos="960"/>
              </w:tabs>
            </w:pPr>
          </w:p>
        </w:tc>
        <w:tc>
          <w:tcPr>
            <w:tcW w:w="1206" w:type="dxa"/>
            <w:gridSpan w:val="2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FB6B31C" w14:textId="77777777" w:rsidR="006B1A7F" w:rsidRPr="00DE2F83" w:rsidRDefault="00077583" w:rsidP="00EC79DB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2875" w:type="dxa"/>
            <w:tcBorders>
              <w:left w:val="single" w:sz="2" w:space="0" w:color="auto"/>
            </w:tcBorders>
          </w:tcPr>
          <w:p w14:paraId="2F0220CD" w14:textId="77777777" w:rsidR="006B1A7F" w:rsidRPr="00E97642" w:rsidRDefault="006B1A7F" w:rsidP="00EC79DB">
            <w:pPr>
              <w:tabs>
                <w:tab w:val="left" w:pos="960"/>
              </w:tabs>
            </w:pPr>
          </w:p>
        </w:tc>
      </w:tr>
    </w:tbl>
    <w:p w14:paraId="4757CD1C" w14:textId="77777777" w:rsidR="006B1A7F" w:rsidRPr="005A540C" w:rsidRDefault="006B1A7F" w:rsidP="005A540C">
      <w:pPr>
        <w:tabs>
          <w:tab w:val="left" w:pos="2086"/>
        </w:tabs>
      </w:pPr>
    </w:p>
    <w:sectPr w:rsidR="006B1A7F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ECADF" w14:textId="77777777" w:rsidR="003B3BC8" w:rsidRDefault="003B3BC8" w:rsidP="00F90996">
      <w:r>
        <w:separator/>
      </w:r>
    </w:p>
  </w:endnote>
  <w:endnote w:type="continuationSeparator" w:id="0">
    <w:p w14:paraId="5CDC1CC5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40AF7" w14:textId="77777777" w:rsidR="009D185F" w:rsidRPr="0086262A" w:rsidRDefault="00654C3A" w:rsidP="00CE795B">
    <w:pPr>
      <w:pStyle w:val="Footer"/>
    </w:pPr>
    <w:r>
      <w:t>Employee leave a</w:t>
    </w:r>
    <w:r w:rsidR="00DD0455">
      <w:t>pplication</w:t>
    </w:r>
    <w:r>
      <w:t xml:space="preserve"> form</w:t>
    </w:r>
    <w:r w:rsidR="00DD0455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BB1B2C">
          <w:fldChar w:fldCharType="begin"/>
        </w:r>
        <w:r w:rsidR="00BB1B2C">
          <w:instrText xml:space="preserve"> NUMPAGES  </w:instrText>
        </w:r>
        <w:r w:rsidR="00BB1B2C">
          <w:fldChar w:fldCharType="separate"/>
        </w:r>
        <w:r>
          <w:rPr>
            <w:noProof/>
          </w:rPr>
          <w:t>1</w:t>
        </w:r>
        <w:r w:rsidR="00BB1B2C">
          <w:rPr>
            <w:noProof/>
          </w:rPr>
          <w:fldChar w:fldCharType="end"/>
        </w:r>
      </w:sdtContent>
    </w:sdt>
  </w:p>
  <w:p w14:paraId="20156832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4980C" w14:textId="77777777" w:rsidR="003B3BC8" w:rsidRDefault="003B3BC8" w:rsidP="00F90996">
      <w:r>
        <w:separator/>
      </w:r>
    </w:p>
  </w:footnote>
  <w:footnote w:type="continuationSeparator" w:id="0">
    <w:p w14:paraId="0F0E4376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5F6"/>
    <w:rsid w:val="00045DD6"/>
    <w:rsid w:val="00045FEC"/>
    <w:rsid w:val="000502A3"/>
    <w:rsid w:val="000558FB"/>
    <w:rsid w:val="00060033"/>
    <w:rsid w:val="000706D2"/>
    <w:rsid w:val="00071F8C"/>
    <w:rsid w:val="00076E9B"/>
    <w:rsid w:val="00077583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D64FA"/>
    <w:rsid w:val="002E285B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B4972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A6FC1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54C3A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1A7F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7A5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3D5F"/>
    <w:rsid w:val="00A17B61"/>
    <w:rsid w:val="00A22B32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1B2C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0455"/>
    <w:rsid w:val="00DD1F52"/>
    <w:rsid w:val="00DE008D"/>
    <w:rsid w:val="00DE2F83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1299"/>
    <w:rsid w:val="00E63952"/>
    <w:rsid w:val="00E65F8D"/>
    <w:rsid w:val="00E74A81"/>
    <w:rsid w:val="00E935FB"/>
    <w:rsid w:val="00E97642"/>
    <w:rsid w:val="00EC514B"/>
    <w:rsid w:val="00EC79D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5B2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43F2E604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E97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23ST2XJ3F2FU-1797567310-95010</_dlc_DocId>
    <_dlc_DocIdUrl xmlns="14c5a56e-ced3-43ad-8a76-68a367d68378">
      <Url>https://nadaau.sharepoint.com/_layouts/15/DocIdRedir.aspx?ID=23ST2XJ3F2FU-1797567310-95010</Url>
      <Description>23ST2XJ3F2FU-1797567310-95010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A08958-97FA-4E2D-B769-938646767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DC2DD-050C-4672-8368-07B61F908107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E485BA13-AAE5-4BE4-8F16-FF0D6E55E4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C1A23F-26EB-45E1-ACDB-F91D4F23145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4805C8-F5F0-4017-8869-BCF22ED8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2021-04-21T03:00:00Z</dcterms:created>
  <dcterms:modified xsi:type="dcterms:W3CDTF">2021-04-21T03:00:00Z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eee67328-9b73-475d-adcf-544017c5ab69</vt:lpwstr>
  </property>
</Properties>
</file>